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5E1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D6AFCBF" w14:textId="77777777" w:rsidR="00BE55B5" w:rsidRPr="00F654E7" w:rsidRDefault="00BE55B5" w:rsidP="00BE55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3C6F0EE4" w14:textId="77777777" w:rsidR="00BE55B5" w:rsidRPr="00F654E7" w:rsidRDefault="00BE55B5" w:rsidP="00BE55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proofErr w:type="gramStart"/>
      <w:r w:rsidRPr="00F654E7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F654E7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 </w:t>
      </w:r>
      <w:r w:rsidRPr="00F654E7">
        <w:rPr>
          <w:rFonts w:ascii="Corbel" w:hAnsi="Corbel"/>
          <w:i/>
          <w:smallCaps/>
          <w:sz w:val="24"/>
          <w:szCs w:val="24"/>
        </w:rPr>
        <w:t>202</w:t>
      </w:r>
      <w:r>
        <w:rPr>
          <w:rFonts w:ascii="Corbel" w:hAnsi="Corbel"/>
          <w:i/>
          <w:smallCaps/>
          <w:sz w:val="24"/>
          <w:szCs w:val="24"/>
        </w:rPr>
        <w:t>2</w:t>
      </w:r>
      <w:r w:rsidRPr="00F654E7"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4</w:t>
      </w:r>
    </w:p>
    <w:p w14:paraId="0C29B45E" w14:textId="77777777" w:rsidR="001B0CD1" w:rsidRDefault="001B0CD1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14:paraId="134C22CA" w14:textId="1AEE1AA2" w:rsidR="00445970" w:rsidRPr="00BE55B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E55B5">
        <w:rPr>
          <w:rFonts w:ascii="Corbel" w:hAnsi="Corbel"/>
          <w:sz w:val="20"/>
          <w:szCs w:val="20"/>
        </w:rPr>
        <w:t>R</w:t>
      </w:r>
      <w:r w:rsidR="00B75671" w:rsidRPr="00BE55B5">
        <w:rPr>
          <w:rFonts w:ascii="Corbel" w:hAnsi="Corbel"/>
          <w:sz w:val="20"/>
          <w:szCs w:val="20"/>
        </w:rPr>
        <w:t>ok akademicki   202</w:t>
      </w:r>
      <w:r w:rsidR="00BE55B5">
        <w:rPr>
          <w:rFonts w:ascii="Corbel" w:hAnsi="Corbel"/>
          <w:sz w:val="20"/>
          <w:szCs w:val="20"/>
        </w:rPr>
        <w:t>3</w:t>
      </w:r>
      <w:r w:rsidR="00B75671" w:rsidRPr="00BE55B5">
        <w:rPr>
          <w:rFonts w:ascii="Corbel" w:hAnsi="Corbel"/>
          <w:sz w:val="20"/>
          <w:szCs w:val="20"/>
        </w:rPr>
        <w:t>/202</w:t>
      </w:r>
      <w:r w:rsidR="00BE55B5">
        <w:rPr>
          <w:rFonts w:ascii="Corbel" w:hAnsi="Corbel"/>
          <w:sz w:val="20"/>
          <w:szCs w:val="20"/>
        </w:rPr>
        <w:t>4</w:t>
      </w:r>
    </w:p>
    <w:p w14:paraId="6ADF4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68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24F63" w14:textId="77777777" w:rsidTr="00B819C8">
        <w:tc>
          <w:tcPr>
            <w:tcW w:w="2694" w:type="dxa"/>
            <w:vAlign w:val="center"/>
          </w:tcPr>
          <w:p w14:paraId="165B307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5E4E65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9C54AE" w14:paraId="65F5EFBD" w14:textId="77777777" w:rsidTr="00B819C8">
        <w:tc>
          <w:tcPr>
            <w:tcW w:w="2694" w:type="dxa"/>
            <w:vAlign w:val="center"/>
          </w:tcPr>
          <w:p w14:paraId="51DC42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06240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11573">
              <w:rPr>
                <w:rFonts w:ascii="Corbel" w:hAnsi="Corbel"/>
                <w:b w:val="0"/>
                <w:sz w:val="24"/>
                <w:szCs w:val="24"/>
              </w:rPr>
              <w:t>I/EP/C-1.4</w:t>
            </w:r>
            <w:proofErr w:type="gramStart"/>
            <w:r w:rsidR="00111573">
              <w:rPr>
                <w:rFonts w:ascii="Corbel" w:hAnsi="Corbel"/>
                <w:b w:val="0"/>
                <w:sz w:val="24"/>
                <w:szCs w:val="24"/>
              </w:rPr>
              <w:t>c</w:t>
            </w:r>
            <w:proofErr w:type="gramEnd"/>
          </w:p>
        </w:tc>
      </w:tr>
      <w:tr w:rsidR="0085747A" w:rsidRPr="009C54AE" w14:paraId="10CC110B" w14:textId="77777777" w:rsidTr="00B819C8">
        <w:tc>
          <w:tcPr>
            <w:tcW w:w="2694" w:type="dxa"/>
            <w:vAlign w:val="center"/>
          </w:tcPr>
          <w:p w14:paraId="26FB123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F742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39D531" w14:textId="77777777" w:rsidTr="00B819C8">
        <w:tc>
          <w:tcPr>
            <w:tcW w:w="2694" w:type="dxa"/>
            <w:vAlign w:val="center"/>
          </w:tcPr>
          <w:p w14:paraId="7FB68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1DB873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5AFE2D95" w14:textId="77777777" w:rsidTr="00B819C8">
        <w:tc>
          <w:tcPr>
            <w:tcW w:w="2694" w:type="dxa"/>
            <w:vAlign w:val="center"/>
          </w:tcPr>
          <w:p w14:paraId="59B482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F4EB92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C1BE1B" w14:textId="77777777" w:rsidTr="00B819C8">
        <w:tc>
          <w:tcPr>
            <w:tcW w:w="2694" w:type="dxa"/>
            <w:vAlign w:val="center"/>
          </w:tcPr>
          <w:p w14:paraId="64279C8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D8485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4AD4DA7" w14:textId="77777777" w:rsidTr="00B819C8">
        <w:tc>
          <w:tcPr>
            <w:tcW w:w="2694" w:type="dxa"/>
            <w:vAlign w:val="center"/>
          </w:tcPr>
          <w:p w14:paraId="40A6D8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99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826C2B" w14:textId="77777777" w:rsidTr="00B819C8">
        <w:tc>
          <w:tcPr>
            <w:tcW w:w="2694" w:type="dxa"/>
            <w:vAlign w:val="center"/>
          </w:tcPr>
          <w:p w14:paraId="4788E2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77519A" w14:textId="7BF51A8B" w:rsidR="0085747A" w:rsidRPr="009C54AE" w:rsidRDefault="005D3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27C7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179B892" w14:textId="77777777" w:rsidTr="00B819C8">
        <w:tc>
          <w:tcPr>
            <w:tcW w:w="2694" w:type="dxa"/>
            <w:vAlign w:val="center"/>
          </w:tcPr>
          <w:p w14:paraId="237C84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FB3052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C8C59B6" w14:textId="77777777" w:rsidTr="00B819C8">
        <w:tc>
          <w:tcPr>
            <w:tcW w:w="2694" w:type="dxa"/>
            <w:vAlign w:val="center"/>
          </w:tcPr>
          <w:p w14:paraId="05AA79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003F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C86B902" w14:textId="77777777" w:rsidTr="00B819C8">
        <w:tc>
          <w:tcPr>
            <w:tcW w:w="2694" w:type="dxa"/>
            <w:vAlign w:val="center"/>
          </w:tcPr>
          <w:p w14:paraId="6F5A5D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B395C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14:paraId="14C3759E" w14:textId="77777777" w:rsidTr="00B819C8">
        <w:tc>
          <w:tcPr>
            <w:tcW w:w="2694" w:type="dxa"/>
            <w:vAlign w:val="center"/>
          </w:tcPr>
          <w:p w14:paraId="77744B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93B63F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8637A1C" w14:textId="77777777" w:rsidTr="00B819C8">
        <w:tc>
          <w:tcPr>
            <w:tcW w:w="2694" w:type="dxa"/>
            <w:vAlign w:val="center"/>
          </w:tcPr>
          <w:p w14:paraId="2983E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A83E1B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0B505805" w14:textId="0B9B231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55B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4D7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927C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D159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5846AD" w14:textId="77777777" w:rsidTr="00BE5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6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2495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7A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3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EC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2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FF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7D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3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2F4E5D" w14:textId="77777777" w:rsidTr="00BE5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BBF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77E6" w14:textId="77777777" w:rsidR="00015B8F" w:rsidRPr="009C54AE" w:rsidRDefault="001B0C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9529" w14:textId="2AD7A3FA" w:rsidR="00015B8F" w:rsidRPr="009C54AE" w:rsidRDefault="005D35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2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BE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8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AE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0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E4B2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52492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DE7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489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5C27BC" w14:textId="77777777" w:rsidR="0085747A" w:rsidRPr="009C54AE" w:rsidRDefault="001B0C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6D4C90" w14:textId="77777777" w:rsidR="0085747A" w:rsidRPr="009C54AE" w:rsidRDefault="0051103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="0085747A" w:rsidRPr="009C54AE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4D1EE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9F5C57" w14:textId="77777777" w:rsidR="009C54AE" w:rsidRPr="003B3C8F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A63380" w14:textId="77777777" w:rsidR="00E960BB" w:rsidRDefault="001115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na </w:t>
      </w:r>
      <w:proofErr w:type="spellStart"/>
      <w:r>
        <w:rPr>
          <w:rFonts w:ascii="Corbel" w:hAnsi="Corbel"/>
          <w:b w:val="0"/>
          <w:szCs w:val="24"/>
        </w:rPr>
        <w:t>ocenĘ</w:t>
      </w:r>
      <w:proofErr w:type="spellEnd"/>
    </w:p>
    <w:p w14:paraId="75126A52" w14:textId="77777777" w:rsidR="003B3C8F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5CE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F83C21" w14:textId="77777777" w:rsidTr="00745302">
        <w:tc>
          <w:tcPr>
            <w:tcW w:w="9670" w:type="dxa"/>
          </w:tcPr>
          <w:p w14:paraId="4E42FD32" w14:textId="77777777" w:rsidR="0085747A" w:rsidRPr="00C27C7C" w:rsidRDefault="00C27C7C" w:rsidP="00C27C7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Opanowane podstawowe zagadnienia z przedmiotów: ekonomii integracji euro</w:t>
            </w:r>
            <w:r w:rsidR="00747754">
              <w:rPr>
                <w:rFonts w:ascii="Corbel" w:hAnsi="Corbel"/>
              </w:rPr>
              <w:t>pejskiej</w:t>
            </w:r>
            <w:r>
              <w:rPr>
                <w:rFonts w:ascii="Corbel" w:hAnsi="Corbel"/>
              </w:rPr>
              <w:t>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2027BD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9B70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4C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882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F032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28358D" w14:textId="77777777" w:rsidTr="00923D7D">
        <w:tc>
          <w:tcPr>
            <w:tcW w:w="851" w:type="dxa"/>
            <w:vAlign w:val="center"/>
          </w:tcPr>
          <w:p w14:paraId="3AC61E8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8E9648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517FE280" w14:textId="77777777" w:rsidTr="00923D7D">
        <w:tc>
          <w:tcPr>
            <w:tcW w:w="851" w:type="dxa"/>
            <w:vAlign w:val="center"/>
          </w:tcPr>
          <w:p w14:paraId="1B9B438F" w14:textId="77777777" w:rsidR="0085747A" w:rsidRPr="009C54AE" w:rsidRDefault="00C27C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7B768E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17007277" w14:textId="77777777" w:rsidTr="00923D7D">
        <w:tc>
          <w:tcPr>
            <w:tcW w:w="851" w:type="dxa"/>
            <w:vAlign w:val="center"/>
          </w:tcPr>
          <w:p w14:paraId="32213C31" w14:textId="77777777" w:rsidR="0085747A" w:rsidRPr="009C54AE" w:rsidRDefault="00C27C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0EE8A9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</w:t>
            </w:r>
            <w:r w:rsidR="00747754">
              <w:rPr>
                <w:rFonts w:ascii="Corbel" w:hAnsi="Corbel"/>
                <w:bCs/>
                <w:sz w:val="24"/>
                <w:szCs w:val="24"/>
              </w:rPr>
              <w:t>episami dotyczącymi funduszy europejskich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0733F5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54970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32CE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452FA173" w14:textId="77777777" w:rsidTr="001B0CD1">
        <w:tc>
          <w:tcPr>
            <w:tcW w:w="1447" w:type="dxa"/>
            <w:vAlign w:val="center"/>
          </w:tcPr>
          <w:p w14:paraId="072008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2E3C1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691DF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DFC94" w14:textId="77777777" w:rsidTr="001B0CD1">
        <w:tc>
          <w:tcPr>
            <w:tcW w:w="1447" w:type="dxa"/>
          </w:tcPr>
          <w:p w14:paraId="4F519FE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0C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96F522F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0EB08794" w14:textId="77777777" w:rsidR="0085747A" w:rsidRPr="001B0CD1" w:rsidRDefault="00C27C7C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0AB685C2" w14:textId="77777777" w:rsidTr="001B0CD1">
        <w:tc>
          <w:tcPr>
            <w:tcW w:w="1447" w:type="dxa"/>
          </w:tcPr>
          <w:p w14:paraId="3BDF7C0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07A4FBB9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5F599503" w14:textId="4B8EA43E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060A5759" w14:textId="77777777" w:rsidTr="001B0CD1">
        <w:tc>
          <w:tcPr>
            <w:tcW w:w="1447" w:type="dxa"/>
          </w:tcPr>
          <w:p w14:paraId="17362C03" w14:textId="77777777" w:rsidR="0085747A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4431BFA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</w:t>
            </w:r>
            <w:r w:rsidR="00747754">
              <w:rPr>
                <w:rFonts w:ascii="Corbel" w:hAnsi="Corbel"/>
                <w:sz w:val="24"/>
                <w:szCs w:val="24"/>
              </w:rPr>
              <w:t>ytorialnego</w:t>
            </w:r>
          </w:p>
        </w:tc>
        <w:tc>
          <w:tcPr>
            <w:tcW w:w="1836" w:type="dxa"/>
          </w:tcPr>
          <w:p w14:paraId="6D94F1BA" w14:textId="3C2E5B53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9C54AE" w14:paraId="75DA286F" w14:textId="77777777" w:rsidTr="001B0CD1">
        <w:tc>
          <w:tcPr>
            <w:tcW w:w="1447" w:type="dxa"/>
          </w:tcPr>
          <w:p w14:paraId="55C59EAA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1964B57A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792DB5E" w14:textId="4C0B4299" w:rsidR="001B0CD1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67F67B04" w14:textId="0C0B7D52" w:rsidR="00C27C7C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9C54AE" w14:paraId="319B7730" w14:textId="77777777" w:rsidTr="001B0CD1">
        <w:tc>
          <w:tcPr>
            <w:tcW w:w="1447" w:type="dxa"/>
          </w:tcPr>
          <w:p w14:paraId="4D4E1E50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8EDC3CB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647D2FB1" w14:textId="77777777" w:rsidR="00C27C7C" w:rsidRPr="001B0CD1" w:rsidRDefault="00C27C7C" w:rsidP="00BE55B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1B0CD1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34383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99DE3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0EF73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2FE4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B02059" w14:textId="77777777" w:rsidTr="0051103F">
        <w:tc>
          <w:tcPr>
            <w:tcW w:w="9520" w:type="dxa"/>
          </w:tcPr>
          <w:p w14:paraId="755F1B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C7E0D4" w14:textId="77777777" w:rsidTr="0051103F">
        <w:tc>
          <w:tcPr>
            <w:tcW w:w="9520" w:type="dxa"/>
          </w:tcPr>
          <w:p w14:paraId="6BD5DE8E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19829322" w14:textId="77777777" w:rsidTr="0051103F">
        <w:tc>
          <w:tcPr>
            <w:tcW w:w="9520" w:type="dxa"/>
          </w:tcPr>
          <w:p w14:paraId="3D08E694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Regulacje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 prawne dotyczące funduszy europejskich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w latach 2021 – 2027</w:t>
            </w:r>
          </w:p>
        </w:tc>
      </w:tr>
      <w:tr w:rsidR="003B3C8F" w:rsidRPr="009C54AE" w14:paraId="3460CC2F" w14:textId="77777777" w:rsidTr="0051103F">
        <w:tc>
          <w:tcPr>
            <w:tcW w:w="9520" w:type="dxa"/>
          </w:tcPr>
          <w:p w14:paraId="41535140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9C54AE" w14:paraId="2C460C11" w14:textId="77777777" w:rsidTr="0051103F">
        <w:tc>
          <w:tcPr>
            <w:tcW w:w="9520" w:type="dxa"/>
          </w:tcPr>
          <w:p w14:paraId="0085E8F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Biz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nes plan </w:t>
            </w:r>
            <w:r w:rsidRPr="001B0CD1">
              <w:rPr>
                <w:rFonts w:ascii="Corbel" w:hAnsi="Corbel"/>
                <w:sz w:val="24"/>
                <w:szCs w:val="24"/>
              </w:rPr>
              <w:t>jako klucz</w:t>
            </w:r>
            <w:r w:rsidR="00747754">
              <w:rPr>
                <w:rFonts w:ascii="Corbel" w:hAnsi="Corbel"/>
                <w:sz w:val="24"/>
                <w:szCs w:val="24"/>
              </w:rPr>
              <w:t>owy element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dokumentacji aplikacyjnej</w:t>
            </w:r>
          </w:p>
        </w:tc>
      </w:tr>
      <w:tr w:rsidR="003B3C8F" w:rsidRPr="009C54AE" w14:paraId="22FBDACA" w14:textId="77777777" w:rsidTr="0051103F">
        <w:tc>
          <w:tcPr>
            <w:tcW w:w="9520" w:type="dxa"/>
          </w:tcPr>
          <w:p w14:paraId="1649A998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 xml:space="preserve">Kwalifikowalność projektów i wydatków w ramach </w:t>
            </w:r>
            <w:r w:rsidR="0051103F" w:rsidRPr="001B0CD1">
              <w:rPr>
                <w:rFonts w:ascii="Corbel" w:hAnsi="Corbel"/>
                <w:sz w:val="24"/>
                <w:szCs w:val="24"/>
              </w:rPr>
              <w:t>funduszy UE</w:t>
            </w:r>
          </w:p>
        </w:tc>
      </w:tr>
      <w:tr w:rsidR="003B3C8F" w:rsidRPr="009C54AE" w14:paraId="6A8781CA" w14:textId="77777777" w:rsidTr="0051103F">
        <w:tc>
          <w:tcPr>
            <w:tcW w:w="9520" w:type="dxa"/>
          </w:tcPr>
          <w:p w14:paraId="330539CF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9C54AE" w14:paraId="540F7263" w14:textId="77777777" w:rsidTr="0051103F">
        <w:tc>
          <w:tcPr>
            <w:tcW w:w="9520" w:type="dxa"/>
          </w:tcPr>
          <w:p w14:paraId="6B8B24CB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9C54AE" w14:paraId="05004B34" w14:textId="77777777" w:rsidTr="0051103F">
        <w:tc>
          <w:tcPr>
            <w:tcW w:w="9520" w:type="dxa"/>
          </w:tcPr>
          <w:p w14:paraId="6FA4168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lastRenderedPageBreak/>
              <w:t>Ocena formalna i merytoryczna</w:t>
            </w:r>
          </w:p>
        </w:tc>
      </w:tr>
      <w:tr w:rsidR="003B3C8F" w:rsidRPr="009C54AE" w14:paraId="143CA372" w14:textId="77777777" w:rsidTr="0051103F">
        <w:tc>
          <w:tcPr>
            <w:tcW w:w="9520" w:type="dxa"/>
          </w:tcPr>
          <w:p w14:paraId="7751B293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9C54AE" w14:paraId="284A00FB" w14:textId="77777777" w:rsidTr="0051103F">
        <w:tc>
          <w:tcPr>
            <w:tcW w:w="9520" w:type="dxa"/>
          </w:tcPr>
          <w:p w14:paraId="75571192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A14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160AA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A89968" w14:textId="77777777" w:rsidR="003B3C8F" w:rsidRPr="00195BBE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33B1EF72" w14:textId="2FD3631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A9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44A0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9C54AE" w14:paraId="4A3907A6" w14:textId="77777777" w:rsidTr="001B0CD1">
        <w:tc>
          <w:tcPr>
            <w:tcW w:w="1730" w:type="dxa"/>
            <w:vAlign w:val="center"/>
          </w:tcPr>
          <w:p w14:paraId="7EB4A1D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72B1AD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6036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71CE9F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49D3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6050CF" w14:textId="77777777" w:rsidTr="001B0CD1">
        <w:tc>
          <w:tcPr>
            <w:tcW w:w="1730" w:type="dxa"/>
          </w:tcPr>
          <w:p w14:paraId="08E75243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1B0CD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14:paraId="2D4B777C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 xml:space="preserve">, </w:t>
            </w:r>
            <w:r w:rsidR="00747754">
              <w:rPr>
                <w:rFonts w:ascii="Corbel" w:hAnsi="Corbel"/>
                <w:sz w:val="24"/>
                <w:szCs w:val="24"/>
              </w:rPr>
              <w:t>praca w grupach.</w:t>
            </w:r>
          </w:p>
        </w:tc>
        <w:tc>
          <w:tcPr>
            <w:tcW w:w="1836" w:type="dxa"/>
          </w:tcPr>
          <w:p w14:paraId="43338ACA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85747A" w:rsidRPr="009C54AE" w14:paraId="427679FC" w14:textId="77777777" w:rsidTr="001B0CD1">
        <w:tc>
          <w:tcPr>
            <w:tcW w:w="1730" w:type="dxa"/>
          </w:tcPr>
          <w:p w14:paraId="2908DE7B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44BE0E2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>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7DFF33E3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3B3C8F" w:rsidRPr="009C54AE" w14:paraId="4F33E77F" w14:textId="77777777" w:rsidTr="001B0CD1">
        <w:tc>
          <w:tcPr>
            <w:tcW w:w="1730" w:type="dxa"/>
          </w:tcPr>
          <w:p w14:paraId="56328F6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1B0CD1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954" w:type="dxa"/>
          </w:tcPr>
          <w:p w14:paraId="6CB3B6CF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>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457907FA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3B3C8F" w:rsidRPr="009C54AE" w14:paraId="5FF08EF8" w14:textId="77777777" w:rsidTr="001B0CD1">
        <w:tc>
          <w:tcPr>
            <w:tcW w:w="1730" w:type="dxa"/>
          </w:tcPr>
          <w:p w14:paraId="1544DFA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0E44244B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>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</w:t>
            </w:r>
            <w:r w:rsidRPr="001B0CD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14:paraId="67310DF0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3B3C8F" w:rsidRPr="009C54AE" w14:paraId="5D1555C4" w14:textId="77777777" w:rsidTr="001B0CD1">
        <w:tc>
          <w:tcPr>
            <w:tcW w:w="1730" w:type="dxa"/>
          </w:tcPr>
          <w:p w14:paraId="2AA9B7AE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1B0CD1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954" w:type="dxa"/>
          </w:tcPr>
          <w:p w14:paraId="4BF86427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obserwacja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 xml:space="preserve"> w trakcie zajęć, praca w grupach.</w:t>
            </w:r>
          </w:p>
        </w:tc>
        <w:tc>
          <w:tcPr>
            <w:tcW w:w="1836" w:type="dxa"/>
          </w:tcPr>
          <w:p w14:paraId="1327131F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</w:tbl>
    <w:p w14:paraId="168821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2BD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CE3DE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4532C3" w14:textId="77777777" w:rsidTr="00923D7D">
        <w:tc>
          <w:tcPr>
            <w:tcW w:w="9670" w:type="dxa"/>
          </w:tcPr>
          <w:p w14:paraId="5629B9A2" w14:textId="77777777" w:rsidR="004B1903" w:rsidRPr="003B2AE6" w:rsidRDefault="00747754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1. Zaliczenie na ocenę</w:t>
            </w:r>
            <w:r w:rsidR="004B1903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w formie testu (pytania zamknięte jednokrotnego wyboru i otwarte problemowe) – podstawą uzyskania pozytywnej oceny jest udzielenie poprawnych odpowiedzi na 51% pytań.</w:t>
            </w:r>
          </w:p>
          <w:p w14:paraId="19C3594A" w14:textId="77777777" w:rsidR="0085747A" w:rsidRPr="003437BE" w:rsidRDefault="004B1903" w:rsidP="003437B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</w:t>
            </w:r>
            <w:r>
              <w:rPr>
                <w:rFonts w:ascii="Corbel" w:hAnsi="Corbel"/>
              </w:rPr>
              <w:t xml:space="preserve">pracy zespołowej (projekt) oraz aktywności </w:t>
            </w:r>
            <w:r w:rsidRPr="003B2AE6">
              <w:rPr>
                <w:rFonts w:ascii="Corbel" w:hAnsi="Corbel"/>
              </w:rPr>
              <w:t>podczas pracy w grupach. Ocena końcowa stanowić będzie średnią arytmetyczną ocen</w:t>
            </w:r>
            <w:r w:rsidR="003437BE">
              <w:rPr>
                <w:rFonts w:ascii="Corbel" w:hAnsi="Corbel"/>
              </w:rPr>
              <w:t xml:space="preserve"> z testu i projektu</w:t>
            </w:r>
            <w:r w:rsidRPr="003B2AE6">
              <w:rPr>
                <w:rFonts w:ascii="Corbel" w:hAnsi="Corbel"/>
              </w:rPr>
              <w:t xml:space="preserve"> (dodatkowe 0</w:t>
            </w:r>
            <w:r>
              <w:rPr>
                <w:rFonts w:ascii="Corbel" w:hAnsi="Corbel"/>
              </w:rPr>
              <w:t>,5 stopnia za aktywność</w:t>
            </w:r>
            <w:r w:rsidRPr="003B2AE6">
              <w:rPr>
                <w:rFonts w:ascii="Corbel" w:hAnsi="Corbel"/>
              </w:rPr>
              <w:t>)</w:t>
            </w:r>
          </w:p>
        </w:tc>
      </w:tr>
    </w:tbl>
    <w:p w14:paraId="57B95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39D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12B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79179B" w14:textId="77777777" w:rsidTr="003E1941">
        <w:tc>
          <w:tcPr>
            <w:tcW w:w="4962" w:type="dxa"/>
            <w:vAlign w:val="center"/>
          </w:tcPr>
          <w:p w14:paraId="5AE13B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AB8E27" w14:textId="5B8E55C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E55B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E0D0A6" w14:textId="77777777" w:rsidTr="00923D7D">
        <w:tc>
          <w:tcPr>
            <w:tcW w:w="4962" w:type="dxa"/>
          </w:tcPr>
          <w:p w14:paraId="058B59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065B13" w14:textId="67F05032" w:rsidR="0085747A" w:rsidRPr="009C54AE" w:rsidRDefault="005D357A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78D5751" w14:textId="77777777" w:rsidTr="00923D7D">
        <w:tc>
          <w:tcPr>
            <w:tcW w:w="4962" w:type="dxa"/>
          </w:tcPr>
          <w:p w14:paraId="1FB16D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D441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D9CCAA" w14:textId="77777777" w:rsidR="00C61DC5" w:rsidRPr="009C54AE" w:rsidRDefault="003437BE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F39D6" w14:textId="77777777" w:rsidTr="00923D7D">
        <w:tc>
          <w:tcPr>
            <w:tcW w:w="4962" w:type="dxa"/>
          </w:tcPr>
          <w:p w14:paraId="045BBC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4E1C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AB2FA3" w14:textId="1D31374E" w:rsidR="00C61DC5" w:rsidRPr="009C54AE" w:rsidRDefault="005D357A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  <w:bookmarkStart w:id="0" w:name="_GoBack"/>
            <w:bookmarkEnd w:id="0"/>
          </w:p>
        </w:tc>
      </w:tr>
      <w:tr w:rsidR="0085747A" w:rsidRPr="009C54AE" w14:paraId="2C7036B0" w14:textId="77777777" w:rsidTr="00923D7D">
        <w:tc>
          <w:tcPr>
            <w:tcW w:w="4962" w:type="dxa"/>
          </w:tcPr>
          <w:p w14:paraId="016A94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CABAE1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85245C" w14:textId="77777777" w:rsidTr="00923D7D">
        <w:tc>
          <w:tcPr>
            <w:tcW w:w="4962" w:type="dxa"/>
          </w:tcPr>
          <w:p w14:paraId="67EEC0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6EE648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D0A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83C8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268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69B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A60852" w14:textId="77777777" w:rsidTr="0071620A">
        <w:trPr>
          <w:trHeight w:val="397"/>
        </w:trPr>
        <w:tc>
          <w:tcPr>
            <w:tcW w:w="3544" w:type="dxa"/>
          </w:tcPr>
          <w:p w14:paraId="3500F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002E7E0A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C7C183" w14:textId="77777777" w:rsidTr="0071620A">
        <w:trPr>
          <w:trHeight w:val="397"/>
        </w:trPr>
        <w:tc>
          <w:tcPr>
            <w:tcW w:w="3544" w:type="dxa"/>
          </w:tcPr>
          <w:p w14:paraId="0699F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5CC8D607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578B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CFCC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A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24593C" w14:textId="77777777" w:rsidTr="0071620A">
        <w:trPr>
          <w:trHeight w:val="397"/>
        </w:trPr>
        <w:tc>
          <w:tcPr>
            <w:tcW w:w="7513" w:type="dxa"/>
          </w:tcPr>
          <w:p w14:paraId="444711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56B86" w14:textId="77777777" w:rsid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Domiter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M., Marciszewska A., Zarządzanie projektami unijnymi. Teoria i praktyka, Warszawa 2013.</w:t>
            </w:r>
          </w:p>
          <w:p w14:paraId="34AAF276" w14:textId="77777777" w:rsidR="003437BE" w:rsidRP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2.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Tkaczyński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418C7282" w14:textId="77777777" w:rsidTr="0071620A">
        <w:trPr>
          <w:trHeight w:val="397"/>
        </w:trPr>
        <w:tc>
          <w:tcPr>
            <w:tcW w:w="7513" w:type="dxa"/>
          </w:tcPr>
          <w:p w14:paraId="168007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A89B29" w14:textId="77777777" w:rsidR="003437BE" w:rsidRPr="005F6609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5F6609">
              <w:rPr>
                <w:rFonts w:ascii="Corbel" w:hAnsi="Corbel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sz w:val="20"/>
                <w:szCs w:val="20"/>
              </w:rPr>
              <w:t>Krasuska</w:t>
            </w:r>
            <w:proofErr w:type="spellEnd"/>
            <w:r w:rsidRPr="005F6609">
              <w:rPr>
                <w:rFonts w:ascii="Corbel" w:hAnsi="Corbel"/>
                <w:sz w:val="20"/>
                <w:szCs w:val="20"/>
              </w:rPr>
              <w:t xml:space="preserve"> M., Fundusze unijne w nowej perspektywie, Oficyna Prawa Polskiego, Warszawa 2014.</w:t>
            </w:r>
          </w:p>
          <w:p w14:paraId="07555C33" w14:textId="77777777" w:rsidR="00D63422" w:rsidRDefault="003437BE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2. Podstawowe akty prawne i inne doku</w:t>
            </w:r>
            <w:r w:rsidR="00D63422"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menty:</w:t>
            </w:r>
          </w:p>
          <w:p w14:paraId="70BEBE02" w14:textId="77777777" w:rsidR="00D63422" w:rsidRPr="008B5FF5" w:rsidRDefault="008B5FF5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PE i Rady (UE) 2021/1056 z 24 czerwca 2021r., ustanawiające Fundusz na rzecz Sprawiedliwej Transformacji,</w:t>
            </w:r>
          </w:p>
          <w:p w14:paraId="608C3661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(UE) 2021/1057 z dnia 24 czerwca 2021 r. ustanawiające Europejski Fundusz Społeczny Plus (EFS+) oraz uchylające rozporządzenie (UE) nr 1296/2013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7E0F178D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</w:t>
            </w:r>
            <w:proofErr w:type="gramStart"/>
            <w:r w:rsidR="00DD270C" w:rsidRPr="00D63422">
              <w:rPr>
                <w:rFonts w:ascii="Corbel" w:hAnsi="Corbel" w:cs="Arial"/>
                <w:sz w:val="20"/>
                <w:szCs w:val="20"/>
              </w:rPr>
              <w:t>) 2021/1058 z</w:t>
            </w:r>
            <w:proofErr w:type="gramEnd"/>
            <w:r w:rsidR="00DD270C" w:rsidRPr="00D63422">
              <w:rPr>
                <w:rFonts w:ascii="Corbel" w:hAnsi="Corbel" w:cs="Arial"/>
                <w:sz w:val="20"/>
                <w:szCs w:val="20"/>
              </w:rPr>
              <w:t> dnia 24 czerwca 2021 r. w sprawie Europejskiego Funduszu Rozwoju Regionalnego i Funduszu Spójności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24078724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</w:t>
            </w:r>
            <w:proofErr w:type="gramStart"/>
            <w:r w:rsidR="00DD270C" w:rsidRPr="00D63422">
              <w:rPr>
                <w:rFonts w:ascii="Corbel" w:hAnsi="Corbel" w:cs="Arial"/>
                <w:sz w:val="20"/>
                <w:szCs w:val="20"/>
              </w:rPr>
              <w:t>) 2021/1059 z</w:t>
            </w:r>
            <w:proofErr w:type="gramEnd"/>
            <w:r w:rsidR="00DD270C" w:rsidRPr="00D63422">
              <w:rPr>
                <w:rFonts w:ascii="Corbel" w:hAnsi="Corbel" w:cs="Arial"/>
                <w:sz w:val="20"/>
                <w:szCs w:val="20"/>
              </w:rPr>
              <w:t> dnia 24 czerwca 2021 r. w sprawie przepisów szczegółowych dotyczących celu Europejska współpraca terytorialna (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Int</w:t>
            </w:r>
            <w:r w:rsidRPr="00D63422">
              <w:rPr>
                <w:rFonts w:ascii="Corbel" w:hAnsi="Corbel" w:cs="Arial"/>
                <w:sz w:val="20"/>
                <w:szCs w:val="20"/>
              </w:rPr>
              <w:t>erreg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) wspieranego w ramach EFRR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oraz instrumentów finansowania zewnętrznego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4FD840ED" w14:textId="77777777" w:rsidR="00DD270C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. 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 2021/1060 z dnia 24 czerwca 2021 r. ustanawiające wspóln</w:t>
            </w:r>
            <w:r w:rsidRPr="00D63422">
              <w:rPr>
                <w:rFonts w:ascii="Corbel" w:hAnsi="Corbel" w:cs="Arial"/>
                <w:sz w:val="20"/>
                <w:szCs w:val="20"/>
              </w:rPr>
              <w:t>e przepisy dotyczące EFRR, EFS Plus, FS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      </w:r>
            <w:r w:rsidR="008B5FF5">
              <w:rPr>
                <w:rFonts w:ascii="Corbel" w:hAnsi="Corbel" w:cs="Arial"/>
                <w:sz w:val="20"/>
                <w:szCs w:val="20"/>
              </w:rPr>
              <w:t>,</w:t>
            </w:r>
          </w:p>
          <w:p w14:paraId="363F9D90" w14:textId="77777777" w:rsidR="008B5FF5" w:rsidRPr="008B5FF5" w:rsidRDefault="008B5FF5" w:rsidP="008B5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Komentarz do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UE dla polityki spójności na lata 2021-2027.</w:t>
            </w:r>
          </w:p>
        </w:tc>
      </w:tr>
    </w:tbl>
    <w:p w14:paraId="4411AC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1E8B3" w14:textId="77777777" w:rsidR="00E5610E" w:rsidRDefault="00E5610E" w:rsidP="00C16ABF">
      <w:pPr>
        <w:spacing w:after="0" w:line="240" w:lineRule="auto"/>
      </w:pPr>
      <w:r>
        <w:separator/>
      </w:r>
    </w:p>
  </w:endnote>
  <w:endnote w:type="continuationSeparator" w:id="0">
    <w:p w14:paraId="28D9AEFF" w14:textId="77777777" w:rsidR="00E5610E" w:rsidRDefault="00E561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BD876" w14:textId="77777777" w:rsidR="00E5610E" w:rsidRDefault="00E5610E" w:rsidP="00C16ABF">
      <w:pPr>
        <w:spacing w:after="0" w:line="240" w:lineRule="auto"/>
      </w:pPr>
      <w:r>
        <w:separator/>
      </w:r>
    </w:p>
  </w:footnote>
  <w:footnote w:type="continuationSeparator" w:id="0">
    <w:p w14:paraId="1741AF0B" w14:textId="77777777" w:rsidR="00E5610E" w:rsidRDefault="00E5610E" w:rsidP="00C16ABF">
      <w:pPr>
        <w:spacing w:after="0" w:line="240" w:lineRule="auto"/>
      </w:pPr>
      <w:r>
        <w:continuationSeparator/>
      </w:r>
    </w:p>
  </w:footnote>
  <w:footnote w:id="1">
    <w:p w14:paraId="19C768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7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CD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F6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F1551"/>
    <w:rsid w:val="004F55A3"/>
    <w:rsid w:val="0050496F"/>
    <w:rsid w:val="0051103F"/>
    <w:rsid w:val="00513B6F"/>
    <w:rsid w:val="00517C63"/>
    <w:rsid w:val="005363C4"/>
    <w:rsid w:val="00536BDE"/>
    <w:rsid w:val="00543ACC"/>
    <w:rsid w:val="00543CC1"/>
    <w:rsid w:val="0056696D"/>
    <w:rsid w:val="0059484D"/>
    <w:rsid w:val="005A0855"/>
    <w:rsid w:val="005A133C"/>
    <w:rsid w:val="005A3196"/>
    <w:rsid w:val="005C080F"/>
    <w:rsid w:val="005C55E5"/>
    <w:rsid w:val="005C696A"/>
    <w:rsid w:val="005D35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75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B5F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7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5B5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22"/>
    <w:rsid w:val="00D74119"/>
    <w:rsid w:val="00D8075B"/>
    <w:rsid w:val="00D8678B"/>
    <w:rsid w:val="00DA2114"/>
    <w:rsid w:val="00DA6057"/>
    <w:rsid w:val="00DC6D0C"/>
    <w:rsid w:val="00DD270C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A8"/>
    <w:rsid w:val="00E51E44"/>
    <w:rsid w:val="00E5610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8DF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oj-doc-ti">
    <w:name w:val="oj-doc-ti"/>
    <w:basedOn w:val="Normalny"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804A-A8DC-4B56-A686-F547C8181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1FCA44-57EB-4D05-9006-C9F9D08F7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14749-9728-4650-8CC6-EAFE5D5DB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99AB68-F9A1-4D66-A409-9AD0CEC4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2022-09-06T18:05:00Z</dcterms:created>
  <dcterms:modified xsi:type="dcterms:W3CDTF">2022-09-06T18:05:00Z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